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6CCC" w:rsidRDefault="00926CCC" w:rsidP="008A6D38">
      <w:pPr>
        <w:ind w:left="360"/>
      </w:pPr>
      <w:r>
        <w:t>Chapter 5:  The Toil of Trace and Trail</w:t>
      </w:r>
    </w:p>
    <w:p w:rsidR="00926CCC" w:rsidRDefault="00926CCC" w:rsidP="008A6D38">
      <w:pPr>
        <w:ind w:left="360"/>
      </w:pPr>
    </w:p>
    <w:p w:rsidR="00926CCC" w:rsidRDefault="00926CCC" w:rsidP="008A6D38">
      <w:pPr>
        <w:ind w:left="360"/>
      </w:pPr>
      <w:r w:rsidRPr="0068482B">
        <w:rPr>
          <w:b/>
          <w:bCs/>
          <w:u w:val="single"/>
        </w:rPr>
        <w:t>Vocabulary</w:t>
      </w:r>
      <w:r w:rsidRPr="0068482B">
        <w:rPr>
          <w:b/>
          <w:bCs/>
        </w:rPr>
        <w:t xml:space="preserve">:  </w:t>
      </w:r>
      <w:r>
        <w:t>For all words, find the definition, the part of speech, and create your own sentence.</w:t>
      </w:r>
    </w:p>
    <w:p w:rsidR="00926CCC" w:rsidRDefault="00926CCC" w:rsidP="008A6D38">
      <w:pPr>
        <w:ind w:left="360"/>
      </w:pPr>
      <w:r>
        <w:t>Create a digital image of two of the words and include a caption.  These will all be posted to the class wiki.</w:t>
      </w:r>
    </w:p>
    <w:p w:rsidR="00926CCC" w:rsidRDefault="00926CCC" w:rsidP="008A6D38">
      <w:pPr>
        <w:pStyle w:val="ListParagraph"/>
        <w:numPr>
          <w:ilvl w:val="0"/>
          <w:numId w:val="1"/>
        </w:numPr>
        <w:rPr>
          <w:b/>
          <w:bCs/>
        </w:rPr>
      </w:pPr>
      <w:r>
        <w:rPr>
          <w:b/>
          <w:bCs/>
        </w:rPr>
        <w:t>Congested</w:t>
      </w:r>
    </w:p>
    <w:p w:rsidR="00926CCC" w:rsidRDefault="00926CCC" w:rsidP="008A6D38">
      <w:pPr>
        <w:pStyle w:val="ListParagraph"/>
        <w:numPr>
          <w:ilvl w:val="0"/>
          <w:numId w:val="1"/>
        </w:numPr>
        <w:rPr>
          <w:b/>
          <w:bCs/>
        </w:rPr>
      </w:pPr>
      <w:r>
        <w:rPr>
          <w:b/>
          <w:bCs/>
        </w:rPr>
        <w:t>Callowness</w:t>
      </w:r>
    </w:p>
    <w:p w:rsidR="00926CCC" w:rsidRDefault="00926CCC" w:rsidP="008A6D38">
      <w:pPr>
        <w:pStyle w:val="ListParagraph"/>
        <w:numPr>
          <w:ilvl w:val="0"/>
          <w:numId w:val="1"/>
        </w:numPr>
        <w:rPr>
          <w:b/>
          <w:bCs/>
        </w:rPr>
      </w:pPr>
      <w:r>
        <w:rPr>
          <w:b/>
          <w:bCs/>
        </w:rPr>
        <w:t>Abide</w:t>
      </w:r>
    </w:p>
    <w:p w:rsidR="00926CCC" w:rsidRDefault="00926CCC" w:rsidP="008A6D38">
      <w:pPr>
        <w:pStyle w:val="ListParagraph"/>
        <w:numPr>
          <w:ilvl w:val="0"/>
          <w:numId w:val="1"/>
        </w:numPr>
        <w:rPr>
          <w:b/>
          <w:bCs/>
        </w:rPr>
      </w:pPr>
      <w:r>
        <w:rPr>
          <w:b/>
          <w:bCs/>
        </w:rPr>
        <w:t>Zeal</w:t>
      </w:r>
    </w:p>
    <w:p w:rsidR="00926CCC" w:rsidRDefault="00926CCC" w:rsidP="008A6D38">
      <w:pPr>
        <w:pStyle w:val="ListParagraph"/>
        <w:numPr>
          <w:ilvl w:val="0"/>
          <w:numId w:val="1"/>
        </w:numPr>
        <w:rPr>
          <w:b/>
          <w:bCs/>
        </w:rPr>
      </w:pPr>
      <w:r>
        <w:rPr>
          <w:b/>
          <w:bCs/>
        </w:rPr>
        <w:t>Formidable</w:t>
      </w:r>
    </w:p>
    <w:p w:rsidR="00926CCC" w:rsidRPr="0068482B" w:rsidRDefault="00926CCC" w:rsidP="00AC6E8E">
      <w:pPr>
        <w:pStyle w:val="ListParagraph"/>
        <w:ind w:left="360"/>
        <w:rPr>
          <w:b/>
          <w:bCs/>
        </w:rPr>
      </w:pPr>
    </w:p>
    <w:p w:rsidR="00926CCC" w:rsidRDefault="00926CCC" w:rsidP="008A6D38">
      <w:pPr>
        <w:ind w:left="360"/>
      </w:pPr>
      <w:r w:rsidRPr="0068482B">
        <w:rPr>
          <w:b/>
          <w:bCs/>
          <w:u w:val="single"/>
        </w:rPr>
        <w:t>Questions</w:t>
      </w:r>
      <w:r>
        <w:t>: Use complete sentences to answer the questions.</w:t>
      </w:r>
    </w:p>
    <w:p w:rsidR="00926CCC" w:rsidRDefault="00926CCC" w:rsidP="008A6D38">
      <w:pPr>
        <w:pStyle w:val="ListParagraph"/>
        <w:numPr>
          <w:ilvl w:val="0"/>
          <w:numId w:val="2"/>
        </w:numPr>
      </w:pPr>
      <w:r>
        <w:t xml:space="preserve"> Identify the literary term in the following quotation:</w:t>
      </w:r>
    </w:p>
    <w:p w:rsidR="00926CCC" w:rsidRDefault="00926CCC" w:rsidP="00AC6E8E">
      <w:pPr>
        <w:pStyle w:val="ListParagraph"/>
      </w:pPr>
      <w:r>
        <w:t>“The congested mail was taking on Alpine proportions.” (Pg. 46)</w:t>
      </w:r>
    </w:p>
    <w:p w:rsidR="00926CCC" w:rsidRDefault="00926CCC" w:rsidP="008A6D38">
      <w:pPr>
        <w:pStyle w:val="ListParagraph"/>
      </w:pPr>
    </w:p>
    <w:p w:rsidR="00926CCC" w:rsidRDefault="00926CCC" w:rsidP="008A6D38">
      <w:pPr>
        <w:pStyle w:val="ListParagraph"/>
        <w:numPr>
          <w:ilvl w:val="0"/>
          <w:numId w:val="2"/>
        </w:numPr>
      </w:pPr>
      <w:r>
        <w:t xml:space="preserve">“Both men were manifestly out of place, and why such as they should adventure the North is part of the mystery of things that passes understanding.”  </w:t>
      </w:r>
      <w:smartTag w:uri="urn:schemas-microsoft-com:office:smarttags" w:element="place">
        <w:smartTag w:uri="urn:schemas-microsoft-com:office:smarttags" w:element="City">
          <w:r>
            <w:t>London</w:t>
          </w:r>
        </w:smartTag>
      </w:smartTag>
      <w:r>
        <w:t xml:space="preserve"> sometimes tends to be wordy.  How might the above sentence be put more simply?</w:t>
      </w:r>
    </w:p>
    <w:p w:rsidR="00926CCC" w:rsidRDefault="00926CCC" w:rsidP="008A6D38">
      <w:pPr>
        <w:pStyle w:val="ListParagraph"/>
      </w:pPr>
    </w:p>
    <w:p w:rsidR="00926CCC" w:rsidRDefault="00926CCC" w:rsidP="008A6D38">
      <w:pPr>
        <w:pStyle w:val="ListParagraph"/>
        <w:numPr>
          <w:ilvl w:val="0"/>
          <w:numId w:val="2"/>
        </w:numPr>
      </w:pPr>
      <w:r>
        <w:t xml:space="preserve">In your opinion, does </w:t>
      </w:r>
      <w:smartTag w:uri="urn:schemas-microsoft-com:office:smarttags" w:element="place">
        <w:smartTag w:uri="urn:schemas-microsoft-com:office:smarttags" w:element="City">
          <w:r>
            <w:t>London</w:t>
          </w:r>
        </w:smartTag>
      </w:smartTag>
      <w:r>
        <w:t>’s style of writing make the story more or less enjoyable for you?</w:t>
      </w:r>
    </w:p>
    <w:p w:rsidR="00926CCC" w:rsidRDefault="00926CCC" w:rsidP="008A6D38">
      <w:pPr>
        <w:pStyle w:val="ListParagraph"/>
      </w:pPr>
    </w:p>
    <w:p w:rsidR="00926CCC" w:rsidRDefault="00926CCC" w:rsidP="008A6D38">
      <w:pPr>
        <w:pStyle w:val="ListParagraph"/>
        <w:numPr>
          <w:ilvl w:val="0"/>
          <w:numId w:val="2"/>
        </w:numPr>
      </w:pPr>
      <w:r>
        <w:t>What is the meaning of this sentence:</w:t>
      </w:r>
    </w:p>
    <w:p w:rsidR="00926CCC" w:rsidRDefault="00926CCC" w:rsidP="00D461B4">
      <w:pPr>
        <w:pStyle w:val="ListParagraph"/>
      </w:pPr>
      <w:r>
        <w:t>“The two mongrels were without spirit at all; bones were the only things breakable about them”?</w:t>
      </w:r>
    </w:p>
    <w:p w:rsidR="00926CCC" w:rsidRDefault="00926CCC" w:rsidP="008A6D38">
      <w:pPr>
        <w:pStyle w:val="ListParagraph"/>
      </w:pPr>
    </w:p>
    <w:p w:rsidR="00926CCC" w:rsidRDefault="00926CCC" w:rsidP="008A6D38">
      <w:pPr>
        <w:pStyle w:val="ListParagraph"/>
        <w:numPr>
          <w:ilvl w:val="0"/>
          <w:numId w:val="2"/>
        </w:numPr>
      </w:pPr>
      <w:r>
        <w:t xml:space="preserve">During the trip, what human qualities does </w:t>
      </w:r>
      <w:smartTag w:uri="urn:schemas-microsoft-com:office:smarttags" w:element="place">
        <w:smartTag w:uri="urn:schemas-microsoft-com:office:smarttags" w:element="City">
          <w:r>
            <w:t>London</w:t>
          </w:r>
        </w:smartTag>
      </w:smartTag>
      <w:r>
        <w:t xml:space="preserve"> attribute to Buck?  What is this term called?  Do you think Buck might know something like this?</w:t>
      </w:r>
    </w:p>
    <w:p w:rsidR="00926CCC" w:rsidRDefault="00926CCC" w:rsidP="008A6D38">
      <w:pPr>
        <w:pStyle w:val="ListParagraph"/>
      </w:pPr>
    </w:p>
    <w:p w:rsidR="00926CCC" w:rsidRDefault="00926CCC" w:rsidP="008A6D38">
      <w:pPr>
        <w:pStyle w:val="ListParagraph"/>
        <w:numPr>
          <w:ilvl w:val="0"/>
          <w:numId w:val="2"/>
        </w:numPr>
      </w:pPr>
      <w:r>
        <w:t>How do the people change in the course of the trip?</w:t>
      </w:r>
    </w:p>
    <w:p w:rsidR="00926CCC" w:rsidRDefault="00926CCC" w:rsidP="008A6D38">
      <w:pPr>
        <w:pStyle w:val="ListParagraph"/>
      </w:pPr>
    </w:p>
    <w:p w:rsidR="00926CCC" w:rsidRDefault="00926CCC" w:rsidP="008A6D38">
      <w:pPr>
        <w:pStyle w:val="ListParagraph"/>
        <w:numPr>
          <w:ilvl w:val="0"/>
          <w:numId w:val="2"/>
        </w:numPr>
      </w:pPr>
      <w:r>
        <w:t>How does the people’s own arrogance bring on the disaster?</w:t>
      </w:r>
    </w:p>
    <w:p w:rsidR="00926CCC" w:rsidRDefault="00926CCC" w:rsidP="008A6D38">
      <w:pPr>
        <w:pStyle w:val="ListParagraph"/>
      </w:pPr>
    </w:p>
    <w:p w:rsidR="00926CCC" w:rsidRDefault="00926CCC" w:rsidP="008A6D38">
      <w:pPr>
        <w:pStyle w:val="ListParagraph"/>
        <w:numPr>
          <w:ilvl w:val="0"/>
          <w:numId w:val="2"/>
        </w:numPr>
      </w:pPr>
      <w:r>
        <w:t>What had saved Buck?</w:t>
      </w:r>
    </w:p>
    <w:p w:rsidR="00926CCC" w:rsidRDefault="00926CCC" w:rsidP="008A6D38">
      <w:pPr>
        <w:pStyle w:val="ListParagraph"/>
      </w:pPr>
    </w:p>
    <w:p w:rsidR="00926CCC" w:rsidRDefault="00926CCC" w:rsidP="008A6D38">
      <w:pPr>
        <w:pStyle w:val="ListParagraph"/>
        <w:numPr>
          <w:ilvl w:val="0"/>
          <w:numId w:val="2"/>
        </w:numPr>
      </w:pPr>
      <w:r>
        <w:t>Who saves Buck?  How is it done?  What do you expect will happen next?</w:t>
      </w:r>
    </w:p>
    <w:p w:rsidR="00926CCC" w:rsidRDefault="00926CCC" w:rsidP="008A6D38">
      <w:pPr>
        <w:pStyle w:val="ListParagraph"/>
      </w:pPr>
    </w:p>
    <w:p w:rsidR="00926CCC" w:rsidRDefault="00926CCC" w:rsidP="008A6D38">
      <w:pPr>
        <w:pStyle w:val="ListParagraph"/>
        <w:numPr>
          <w:ilvl w:val="0"/>
          <w:numId w:val="2"/>
        </w:numPr>
      </w:pPr>
      <w:r>
        <w:t>Find the irony in the last thing John says.</w:t>
      </w:r>
    </w:p>
    <w:p w:rsidR="00926CCC" w:rsidRDefault="00926CCC" w:rsidP="00D461B4">
      <w:pPr>
        <w:pStyle w:val="ListParagraph"/>
        <w:ind w:left="0"/>
      </w:pPr>
    </w:p>
    <w:p w:rsidR="00926CCC" w:rsidRDefault="00926CCC" w:rsidP="008A6D38">
      <w:r w:rsidRPr="005A1406">
        <w:rPr>
          <w:b/>
          <w:bCs/>
          <w:u w:val="single"/>
        </w:rPr>
        <w:t>Activities</w:t>
      </w:r>
      <w:r>
        <w:rPr>
          <w:b/>
          <w:bCs/>
          <w:u w:val="single"/>
        </w:rPr>
        <w:t xml:space="preserve">: </w:t>
      </w:r>
      <w:r>
        <w:t>Choose 2 activities to submit either on paper or electronically.</w:t>
      </w:r>
    </w:p>
    <w:p w:rsidR="00926CCC" w:rsidRDefault="00926CCC" w:rsidP="008A6D38">
      <w:pPr>
        <w:pStyle w:val="ListParagraph"/>
        <w:numPr>
          <w:ilvl w:val="0"/>
          <w:numId w:val="3"/>
        </w:numPr>
      </w:pPr>
      <w:r>
        <w:t>Write a poem detailing what it feels like to be “dead tired.”</w:t>
      </w:r>
    </w:p>
    <w:p w:rsidR="00926CCC" w:rsidRDefault="00926CCC" w:rsidP="008A6D38">
      <w:pPr>
        <w:pStyle w:val="ListParagraph"/>
        <w:numPr>
          <w:ilvl w:val="0"/>
          <w:numId w:val="3"/>
        </w:numPr>
      </w:pPr>
      <w:r>
        <w:t>Draw a picture of Hal and Charles’ camp based on the description.  Draw another picture of what you imagine Francois and Perrault’s camp would have looked like.  Explain the manner in which the camps are kept tells about the people who own them.</w:t>
      </w:r>
    </w:p>
    <w:p w:rsidR="00926CCC" w:rsidRDefault="00926CCC" w:rsidP="008A6D38">
      <w:pPr>
        <w:pStyle w:val="ListParagraph"/>
        <w:numPr>
          <w:ilvl w:val="0"/>
          <w:numId w:val="3"/>
        </w:numPr>
      </w:pPr>
      <w:r>
        <w:t>Write a journal entry about a time you didn’t listen with someone with more experience than you. What happened?  What did you learn?</w:t>
      </w:r>
    </w:p>
    <w:p w:rsidR="00926CCC" w:rsidRDefault="00926CCC" w:rsidP="008A6D38">
      <w:pPr>
        <w:pStyle w:val="ListParagraph"/>
        <w:numPr>
          <w:ilvl w:val="0"/>
          <w:numId w:val="3"/>
        </w:numPr>
      </w:pPr>
      <w:r>
        <w:t xml:space="preserve">Imagine that you are one of Buck’s owners: Francois, Perrault, the Scotch half-breed, Hal, Charles, or Mercedes.  Write a letter home to a friend telling about your experience in the </w:t>
      </w:r>
      <w:smartTag w:uri="urn:schemas-microsoft-com:office:smarttags" w:element="place">
        <w:smartTag w:uri="urn:schemas-microsoft-com:office:smarttags" w:element="State">
          <w:r>
            <w:t>Yukon</w:t>
          </w:r>
        </w:smartTag>
      </w:smartTag>
      <w:r>
        <w:t xml:space="preserve">.  Be sure your letter reflects the personality of the character you have chosen.  </w:t>
      </w:r>
    </w:p>
    <w:p w:rsidR="00926CCC" w:rsidRDefault="00926CCC" w:rsidP="008A6D38">
      <w:pPr>
        <w:pStyle w:val="ListParagraph"/>
        <w:numPr>
          <w:ilvl w:val="0"/>
          <w:numId w:val="3"/>
        </w:numPr>
      </w:pPr>
      <w:r>
        <w:t>Write a dialogue between the Insiders and the Outsiders regarding their situations.</w:t>
      </w:r>
    </w:p>
    <w:p w:rsidR="00926CCC" w:rsidRDefault="00926CCC" w:rsidP="00C20808"/>
    <w:p w:rsidR="00926CCC" w:rsidRDefault="00926CCC" w:rsidP="008A6D38"/>
    <w:p w:rsidR="00926CCC" w:rsidRDefault="00926CCC" w:rsidP="008A6D38"/>
    <w:p w:rsidR="00926CCC" w:rsidRDefault="00926CCC" w:rsidP="008A6D38"/>
    <w:p w:rsidR="00926CCC" w:rsidRDefault="00926CCC" w:rsidP="008A6D38"/>
    <w:p w:rsidR="00926CCC" w:rsidRDefault="00926CCC" w:rsidP="008A6D38"/>
    <w:p w:rsidR="00926CCC" w:rsidRDefault="00926CCC" w:rsidP="008A6D38"/>
    <w:p w:rsidR="00926CCC" w:rsidRDefault="00926CCC" w:rsidP="008A6D38"/>
    <w:p w:rsidR="00926CCC" w:rsidRDefault="00926CCC" w:rsidP="008A6D38"/>
    <w:p w:rsidR="00926CCC" w:rsidRDefault="00926CCC"/>
    <w:sectPr w:rsidR="00926CCC" w:rsidSect="00B7179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B85E18"/>
    <w:multiLevelType w:val="hybridMultilevel"/>
    <w:tmpl w:val="166C8C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08C24D9"/>
    <w:multiLevelType w:val="hybridMultilevel"/>
    <w:tmpl w:val="F2705A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0280C8F"/>
    <w:multiLevelType w:val="hybridMultilevel"/>
    <w:tmpl w:val="67628C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efaultTabStop w:val="720"/>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A6D38"/>
    <w:rsid w:val="00291E9E"/>
    <w:rsid w:val="002F0B82"/>
    <w:rsid w:val="004B3D3C"/>
    <w:rsid w:val="005A1406"/>
    <w:rsid w:val="0068482B"/>
    <w:rsid w:val="008A6D38"/>
    <w:rsid w:val="00926CCC"/>
    <w:rsid w:val="00A44AB0"/>
    <w:rsid w:val="00AC6E8E"/>
    <w:rsid w:val="00B7179D"/>
    <w:rsid w:val="00C20808"/>
    <w:rsid w:val="00D461B4"/>
    <w:rsid w:val="00F85EA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6D38"/>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A6D3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50</TotalTime>
  <Pages>2</Pages>
  <Words>332</Words>
  <Characters>1895</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5:  The Toil of Trace and Trail</dc:title>
  <dc:subject/>
  <dc:creator> </dc:creator>
  <cp:keywords/>
  <dc:description/>
  <cp:lastModifiedBy>AlthofB</cp:lastModifiedBy>
  <cp:revision>2</cp:revision>
  <dcterms:created xsi:type="dcterms:W3CDTF">2008-04-11T13:52:00Z</dcterms:created>
  <dcterms:modified xsi:type="dcterms:W3CDTF">2008-04-11T13:52:00Z</dcterms:modified>
</cp:coreProperties>
</file>