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4C0" w:rsidRDefault="00BA54C0" w:rsidP="008A6D38">
      <w:pPr>
        <w:ind w:left="360"/>
      </w:pPr>
      <w:r>
        <w:t>Chapter 7:  The Sounding of the Call</w:t>
      </w:r>
    </w:p>
    <w:p w:rsidR="00BA54C0" w:rsidRDefault="00BA54C0" w:rsidP="008A6D38">
      <w:pPr>
        <w:ind w:left="360"/>
      </w:pPr>
      <w:r w:rsidRPr="0068482B">
        <w:rPr>
          <w:b/>
          <w:bCs/>
          <w:u w:val="single"/>
        </w:rPr>
        <w:t>Vocabulary</w:t>
      </w:r>
      <w:r w:rsidRPr="0068482B">
        <w:rPr>
          <w:b/>
          <w:bCs/>
        </w:rPr>
        <w:t xml:space="preserve">:  </w:t>
      </w:r>
      <w:r>
        <w:t>For all words, find the definition, the part of speech, and create your own sentence.</w:t>
      </w:r>
    </w:p>
    <w:p w:rsidR="00BA54C0" w:rsidRDefault="00BA54C0" w:rsidP="008A6D38">
      <w:pPr>
        <w:ind w:left="360"/>
      </w:pPr>
      <w:r>
        <w:t>Create a digital image of two of the words and include a caption.  These will all be posted to the class wiki.</w:t>
      </w:r>
    </w:p>
    <w:p w:rsidR="00BA54C0" w:rsidRDefault="00BA54C0" w:rsidP="003B025E">
      <w:pPr>
        <w:pStyle w:val="ListParagraph"/>
        <w:numPr>
          <w:ilvl w:val="0"/>
          <w:numId w:val="1"/>
        </w:numPr>
        <w:rPr>
          <w:b/>
          <w:bCs/>
        </w:rPr>
      </w:pPr>
      <w:r>
        <w:rPr>
          <w:b/>
          <w:bCs/>
        </w:rPr>
        <w:t>Contagion</w:t>
      </w:r>
    </w:p>
    <w:p w:rsidR="00BA54C0" w:rsidRDefault="00BA54C0" w:rsidP="003B025E">
      <w:pPr>
        <w:pStyle w:val="ListParagraph"/>
        <w:numPr>
          <w:ilvl w:val="0"/>
          <w:numId w:val="1"/>
        </w:numPr>
        <w:rPr>
          <w:b/>
          <w:bCs/>
        </w:rPr>
      </w:pPr>
      <w:r>
        <w:rPr>
          <w:b/>
          <w:bCs/>
        </w:rPr>
        <w:t>Calamity</w:t>
      </w:r>
    </w:p>
    <w:p w:rsidR="00BA54C0" w:rsidRPr="003B025E" w:rsidRDefault="00BA54C0" w:rsidP="003B025E">
      <w:pPr>
        <w:pStyle w:val="ListParagraph"/>
        <w:numPr>
          <w:ilvl w:val="0"/>
          <w:numId w:val="1"/>
        </w:numPr>
        <w:rPr>
          <w:b/>
          <w:bCs/>
        </w:rPr>
      </w:pPr>
      <w:r>
        <w:rPr>
          <w:b/>
          <w:bCs/>
        </w:rPr>
        <w:t>Cessation</w:t>
      </w:r>
    </w:p>
    <w:p w:rsidR="00BA54C0" w:rsidRDefault="00BA54C0" w:rsidP="008A6D38">
      <w:pPr>
        <w:ind w:left="360"/>
      </w:pPr>
      <w:r w:rsidRPr="0068482B">
        <w:rPr>
          <w:b/>
          <w:bCs/>
          <w:u w:val="single"/>
        </w:rPr>
        <w:t>Questions</w:t>
      </w:r>
      <w:r>
        <w:t>: Use complete sentences to answer the questions.</w:t>
      </w:r>
    </w:p>
    <w:p w:rsidR="00BA54C0" w:rsidRDefault="00BA54C0" w:rsidP="008A6D38">
      <w:pPr>
        <w:pStyle w:val="ListParagraph"/>
        <w:numPr>
          <w:ilvl w:val="0"/>
          <w:numId w:val="2"/>
        </w:numPr>
      </w:pPr>
      <w:r>
        <w:t>Buck has the old dream again.  What is he dreaming about?</w:t>
      </w:r>
    </w:p>
    <w:p w:rsidR="00BA54C0" w:rsidRDefault="00BA54C0" w:rsidP="008A6D38">
      <w:pPr>
        <w:pStyle w:val="ListParagraph"/>
      </w:pPr>
    </w:p>
    <w:p w:rsidR="00BA54C0" w:rsidRDefault="00BA54C0" w:rsidP="008A6D38">
      <w:pPr>
        <w:pStyle w:val="ListParagraph"/>
        <w:numPr>
          <w:ilvl w:val="0"/>
          <w:numId w:val="2"/>
        </w:numPr>
      </w:pPr>
      <w:r>
        <w:t>Besides visions of the hairy, prehistoric man, what else is making Buck uneasy?</w:t>
      </w:r>
    </w:p>
    <w:p w:rsidR="00BA54C0" w:rsidRDefault="00BA54C0" w:rsidP="008A6D38">
      <w:pPr>
        <w:pStyle w:val="ListParagraph"/>
      </w:pPr>
    </w:p>
    <w:p w:rsidR="00BA54C0" w:rsidRDefault="00BA54C0" w:rsidP="008A6D38">
      <w:pPr>
        <w:pStyle w:val="ListParagraph"/>
        <w:numPr>
          <w:ilvl w:val="0"/>
          <w:numId w:val="2"/>
        </w:numPr>
      </w:pPr>
      <w:r>
        <w:t>Answering the call of the wild one night, what does Buck come upon that runs off?</w:t>
      </w:r>
    </w:p>
    <w:p w:rsidR="00BA54C0" w:rsidRDefault="00BA54C0" w:rsidP="008A6D38">
      <w:pPr>
        <w:pStyle w:val="ListParagraph"/>
      </w:pPr>
    </w:p>
    <w:p w:rsidR="00BA54C0" w:rsidRDefault="00BA54C0" w:rsidP="008A6D38">
      <w:pPr>
        <w:pStyle w:val="ListParagraph"/>
        <w:numPr>
          <w:ilvl w:val="0"/>
          <w:numId w:val="2"/>
        </w:numPr>
      </w:pPr>
      <w:r>
        <w:t>To satisfy his blood-lust, what larger animal does he stalk and finally kill?</w:t>
      </w:r>
    </w:p>
    <w:p w:rsidR="00BA54C0" w:rsidRDefault="00BA54C0" w:rsidP="008A6D38">
      <w:pPr>
        <w:pStyle w:val="ListParagraph"/>
      </w:pPr>
    </w:p>
    <w:p w:rsidR="00BA54C0" w:rsidRDefault="00BA54C0" w:rsidP="008A6D38">
      <w:pPr>
        <w:pStyle w:val="ListParagraph"/>
        <w:numPr>
          <w:ilvl w:val="0"/>
          <w:numId w:val="2"/>
        </w:numPr>
      </w:pPr>
      <w:r>
        <w:t>After marching out of camp, how is Buck transformed?</w:t>
      </w:r>
    </w:p>
    <w:p w:rsidR="00BA54C0" w:rsidRDefault="00BA54C0" w:rsidP="003B025E">
      <w:pPr>
        <w:pStyle w:val="ListParagraph"/>
      </w:pPr>
    </w:p>
    <w:p w:rsidR="00BA54C0" w:rsidRDefault="00BA54C0" w:rsidP="003B025E">
      <w:pPr>
        <w:pStyle w:val="ListParagraph"/>
        <w:numPr>
          <w:ilvl w:val="0"/>
          <w:numId w:val="2"/>
        </w:numPr>
      </w:pPr>
      <w:r>
        <w:t>What is the first indication to the reader that there might be trouble back at the camp?</w:t>
      </w:r>
    </w:p>
    <w:p w:rsidR="00BA54C0" w:rsidRDefault="00BA54C0" w:rsidP="00EC75D2">
      <w:pPr>
        <w:pStyle w:val="ListParagraph"/>
        <w:ind w:left="0"/>
      </w:pPr>
    </w:p>
    <w:p w:rsidR="00BA54C0" w:rsidRDefault="00BA54C0" w:rsidP="003B025E">
      <w:pPr>
        <w:pStyle w:val="ListParagraph"/>
        <w:numPr>
          <w:ilvl w:val="0"/>
          <w:numId w:val="2"/>
        </w:numPr>
      </w:pPr>
      <w:r>
        <w:t>When Buck finds Nig with an arrow protruding from his body, why are we not surprised that there are Indians in the area?</w:t>
      </w:r>
    </w:p>
    <w:p w:rsidR="00BA54C0" w:rsidRDefault="00BA54C0" w:rsidP="00EC75D2">
      <w:pPr>
        <w:pStyle w:val="ListParagraph"/>
        <w:ind w:left="0"/>
      </w:pPr>
    </w:p>
    <w:p w:rsidR="00BA54C0" w:rsidRDefault="00BA54C0" w:rsidP="003B025E">
      <w:pPr>
        <w:pStyle w:val="ListParagraph"/>
        <w:numPr>
          <w:ilvl w:val="0"/>
          <w:numId w:val="2"/>
        </w:numPr>
      </w:pPr>
      <w:r>
        <w:t>What is Buck now free to do after he discovers the destroyed camp?</w:t>
      </w:r>
    </w:p>
    <w:p w:rsidR="00BA54C0" w:rsidRDefault="00BA54C0" w:rsidP="00EC75D2">
      <w:pPr>
        <w:pStyle w:val="ListParagraph"/>
        <w:ind w:left="0"/>
      </w:pPr>
    </w:p>
    <w:p w:rsidR="00BA54C0" w:rsidRDefault="00BA54C0" w:rsidP="003B025E">
      <w:pPr>
        <w:pStyle w:val="ListParagraph"/>
        <w:numPr>
          <w:ilvl w:val="0"/>
          <w:numId w:val="2"/>
        </w:numPr>
      </w:pPr>
      <w:r>
        <w:t>In what ways have the wolves in the area changed and why?</w:t>
      </w:r>
    </w:p>
    <w:p w:rsidR="00BA54C0" w:rsidRDefault="00BA54C0" w:rsidP="00EC75D2">
      <w:pPr>
        <w:pStyle w:val="ListParagraph"/>
        <w:ind w:left="0"/>
      </w:pPr>
    </w:p>
    <w:p w:rsidR="00BA54C0" w:rsidRDefault="00BA54C0" w:rsidP="0045744A">
      <w:pPr>
        <w:pStyle w:val="ListParagraph"/>
        <w:numPr>
          <w:ilvl w:val="0"/>
          <w:numId w:val="2"/>
        </w:numPr>
      </w:pPr>
      <w:r>
        <w:t>What has become of Buck over the years?</w:t>
      </w:r>
    </w:p>
    <w:p w:rsidR="00BA54C0" w:rsidRDefault="00BA54C0" w:rsidP="008A6D38">
      <w:pPr>
        <w:rPr>
          <w:b/>
          <w:bCs/>
          <w:u w:val="single"/>
        </w:rPr>
      </w:pPr>
    </w:p>
    <w:p w:rsidR="00BA54C0" w:rsidRDefault="00BA54C0" w:rsidP="008A6D38">
      <w:pPr>
        <w:rPr>
          <w:b/>
          <w:bCs/>
          <w:u w:val="single"/>
        </w:rPr>
      </w:pPr>
    </w:p>
    <w:p w:rsidR="00BA54C0" w:rsidRDefault="00BA54C0" w:rsidP="008A6D38">
      <w:pPr>
        <w:rPr>
          <w:b/>
          <w:bCs/>
          <w:u w:val="single"/>
        </w:rPr>
      </w:pPr>
    </w:p>
    <w:p w:rsidR="00BA54C0" w:rsidRDefault="00BA54C0" w:rsidP="008A6D38">
      <w:pPr>
        <w:rPr>
          <w:b/>
          <w:bCs/>
          <w:u w:val="single"/>
        </w:rPr>
      </w:pPr>
    </w:p>
    <w:p w:rsidR="00BA54C0" w:rsidRDefault="00BA54C0" w:rsidP="008A6D38">
      <w:pPr>
        <w:rPr>
          <w:b/>
          <w:bCs/>
          <w:u w:val="single"/>
        </w:rPr>
      </w:pPr>
    </w:p>
    <w:p w:rsidR="00BA54C0" w:rsidRDefault="00BA54C0" w:rsidP="008A6D38">
      <w:pPr>
        <w:rPr>
          <w:b/>
          <w:bCs/>
          <w:u w:val="single"/>
        </w:rPr>
      </w:pPr>
    </w:p>
    <w:p w:rsidR="00BA54C0" w:rsidRDefault="00BA54C0" w:rsidP="008A6D38">
      <w:r w:rsidRPr="005A1406">
        <w:rPr>
          <w:b/>
          <w:bCs/>
          <w:u w:val="single"/>
        </w:rPr>
        <w:t>Activities</w:t>
      </w:r>
      <w:r>
        <w:rPr>
          <w:b/>
          <w:bCs/>
          <w:u w:val="single"/>
        </w:rPr>
        <w:t xml:space="preserve">: </w:t>
      </w:r>
      <w:r>
        <w:t>Choose 2 activities to submit either on paper or electronically.</w:t>
      </w:r>
    </w:p>
    <w:p w:rsidR="00BA54C0" w:rsidRDefault="00BA54C0" w:rsidP="00EF4EF9">
      <w:pPr>
        <w:pStyle w:val="ListParagraph"/>
        <w:numPr>
          <w:ilvl w:val="0"/>
          <w:numId w:val="3"/>
        </w:numPr>
      </w:pPr>
      <w:r>
        <w:t>Collect all the episodes of Buck’s dreams of the “hairy man.”  Create your own diorama of one of these episodes that shows how the wildness of man relates to the wildness of beasts.</w:t>
      </w:r>
    </w:p>
    <w:p w:rsidR="00BA54C0" w:rsidRDefault="00BA54C0" w:rsidP="008A6D38">
      <w:pPr>
        <w:pStyle w:val="ListParagraph"/>
        <w:numPr>
          <w:ilvl w:val="0"/>
          <w:numId w:val="3"/>
        </w:numPr>
      </w:pPr>
      <w:r>
        <w:t>Write a description of the calling you hear in your own life.  When do you hear it?  How does it speak to you?  What senses (sounds, smells, tastes, feelings, sights) do you connect to your call?  How is that call different from the life you are living right now?</w:t>
      </w:r>
    </w:p>
    <w:p w:rsidR="00BA54C0" w:rsidRDefault="00BA54C0" w:rsidP="008A6D38">
      <w:pPr>
        <w:pStyle w:val="ListParagraph"/>
        <w:numPr>
          <w:ilvl w:val="0"/>
          <w:numId w:val="3"/>
        </w:numPr>
      </w:pPr>
      <w:r>
        <w:t>Create a collage showing the conflict between the allure of the wild and Buck’s adoration for John Thornton.</w:t>
      </w:r>
    </w:p>
    <w:p w:rsidR="00BA54C0" w:rsidRDefault="00BA54C0" w:rsidP="008A6D38">
      <w:pPr>
        <w:pStyle w:val="ListParagraph"/>
        <w:numPr>
          <w:ilvl w:val="0"/>
          <w:numId w:val="3"/>
        </w:numPr>
      </w:pPr>
      <w:r>
        <w:t>In an essay, examine how Buck’s acts of violence change throughout the novel, from his fight with Spitz to the killing of the Yeehat’s chief.  How do the acts represent the changes that are happening to Buck throughout the novel?</w:t>
      </w:r>
    </w:p>
    <w:p w:rsidR="00BA54C0" w:rsidRDefault="00BA54C0" w:rsidP="008A6D38">
      <w:pPr>
        <w:pStyle w:val="ListParagraph"/>
        <w:numPr>
          <w:ilvl w:val="0"/>
          <w:numId w:val="3"/>
        </w:numPr>
      </w:pPr>
      <w:r>
        <w:t>Create your own “song of the pack” based on what you know about Buck’s new wolf brothers.</w:t>
      </w:r>
    </w:p>
    <w:p w:rsidR="00BA54C0" w:rsidRDefault="00BA54C0" w:rsidP="00C20808"/>
    <w:p w:rsidR="00BA54C0" w:rsidRDefault="00BA54C0" w:rsidP="008A6D38"/>
    <w:p w:rsidR="00BA54C0" w:rsidRDefault="00BA54C0"/>
    <w:sectPr w:rsidR="00BA54C0" w:rsidSect="00B717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B85E18"/>
    <w:multiLevelType w:val="hybridMultilevel"/>
    <w:tmpl w:val="166C8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8C24D9"/>
    <w:multiLevelType w:val="hybridMultilevel"/>
    <w:tmpl w:val="F2705A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0280C8F"/>
    <w:multiLevelType w:val="hybridMultilevel"/>
    <w:tmpl w:val="67628C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6D38"/>
    <w:rsid w:val="00166D3E"/>
    <w:rsid w:val="002F0B82"/>
    <w:rsid w:val="003B025E"/>
    <w:rsid w:val="0045744A"/>
    <w:rsid w:val="00471D04"/>
    <w:rsid w:val="005A1406"/>
    <w:rsid w:val="0068482B"/>
    <w:rsid w:val="006D639B"/>
    <w:rsid w:val="008475D1"/>
    <w:rsid w:val="00867E3C"/>
    <w:rsid w:val="008A6D38"/>
    <w:rsid w:val="00B7179D"/>
    <w:rsid w:val="00BA54C0"/>
    <w:rsid w:val="00C20808"/>
    <w:rsid w:val="00EC75D2"/>
    <w:rsid w:val="00EF4EF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D3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A6D3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Pages>
  <Words>303</Words>
  <Characters>1728</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The Sounding of the Call</dc:title>
  <dc:subject/>
  <dc:creator> </dc:creator>
  <cp:keywords/>
  <dc:description/>
  <cp:lastModifiedBy>AlthofB</cp:lastModifiedBy>
  <cp:revision>2</cp:revision>
  <cp:lastPrinted>2008-04-15T15:12:00Z</cp:lastPrinted>
  <dcterms:created xsi:type="dcterms:W3CDTF">2008-04-15T15:34:00Z</dcterms:created>
  <dcterms:modified xsi:type="dcterms:W3CDTF">2008-04-15T15:34:00Z</dcterms:modified>
</cp:coreProperties>
</file>