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67" w:rsidRDefault="00753967" w:rsidP="008A6D38">
      <w:pPr>
        <w:ind w:left="360"/>
      </w:pPr>
      <w:r>
        <w:t>Chapter 6:  For the Love of a Man</w:t>
      </w:r>
    </w:p>
    <w:p w:rsidR="00753967" w:rsidRDefault="00753967" w:rsidP="008A6D38">
      <w:pPr>
        <w:ind w:left="360"/>
      </w:pPr>
    </w:p>
    <w:p w:rsidR="00753967" w:rsidRDefault="00753967" w:rsidP="008A6D38">
      <w:pPr>
        <w:ind w:left="360"/>
      </w:pPr>
      <w:r w:rsidRPr="0068482B">
        <w:rPr>
          <w:b/>
          <w:bCs/>
          <w:u w:val="single"/>
        </w:rPr>
        <w:t>Vocabulary</w:t>
      </w:r>
      <w:r w:rsidRPr="0068482B">
        <w:rPr>
          <w:b/>
          <w:bCs/>
        </w:rPr>
        <w:t xml:space="preserve">:  </w:t>
      </w:r>
      <w:r>
        <w:t>For all words, find the definition, the part of speech, and create your own sentence.</w:t>
      </w:r>
    </w:p>
    <w:p w:rsidR="00753967" w:rsidRDefault="00753967" w:rsidP="008A6D38">
      <w:pPr>
        <w:ind w:left="360"/>
      </w:pPr>
      <w:r>
        <w:t>Create a digital image of two of the words and include a caption.  These will all be posted to the class wiki.</w:t>
      </w:r>
    </w:p>
    <w:p w:rsidR="00753967" w:rsidRDefault="00753967" w:rsidP="008A6D38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Entice</w:t>
      </w:r>
    </w:p>
    <w:p w:rsidR="00753967" w:rsidRDefault="00753967" w:rsidP="008A6D38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Animated</w:t>
      </w:r>
    </w:p>
    <w:p w:rsidR="00753967" w:rsidRPr="0068482B" w:rsidRDefault="00753967" w:rsidP="00AC6E8E">
      <w:pPr>
        <w:pStyle w:val="ListParagraph"/>
        <w:ind w:left="360"/>
        <w:rPr>
          <w:b/>
          <w:bCs/>
        </w:rPr>
      </w:pPr>
    </w:p>
    <w:p w:rsidR="00753967" w:rsidRDefault="00753967" w:rsidP="008A6D38">
      <w:pPr>
        <w:ind w:left="360"/>
      </w:pPr>
      <w:r w:rsidRPr="0068482B">
        <w:rPr>
          <w:b/>
          <w:bCs/>
          <w:u w:val="single"/>
        </w:rPr>
        <w:t>Questions</w:t>
      </w:r>
      <w:r>
        <w:t>: Use complete sentences to answer the questions.</w:t>
      </w:r>
    </w:p>
    <w:p w:rsidR="00753967" w:rsidRDefault="00753967" w:rsidP="0002213A">
      <w:pPr>
        <w:pStyle w:val="ListParagraph"/>
        <w:numPr>
          <w:ilvl w:val="0"/>
          <w:numId w:val="4"/>
        </w:numPr>
      </w:pPr>
      <w:r>
        <w:t xml:space="preserve">Why is Buck surprised that </w:t>
      </w:r>
      <w:smartTag w:uri="urn:schemas-microsoft-com:office:smarttags" w:element="place">
        <w:smartTag w:uri="urn:schemas-microsoft-com:office:smarttags" w:element="City">
          <w:r>
            <w:t>Thornton</w:t>
          </w:r>
        </w:smartTag>
      </w:smartTag>
      <w:r>
        <w:t>’s two other dogs, Nig and Skeet, are not jealous of the attention Thorton pays Buck?</w:t>
      </w:r>
    </w:p>
    <w:p w:rsidR="00753967" w:rsidRDefault="00753967" w:rsidP="008A6D38">
      <w:pPr>
        <w:pStyle w:val="ListParagraph"/>
      </w:pPr>
    </w:p>
    <w:p w:rsidR="00753967" w:rsidRDefault="00753967" w:rsidP="0002213A">
      <w:pPr>
        <w:pStyle w:val="ListParagraph"/>
        <w:numPr>
          <w:ilvl w:val="0"/>
          <w:numId w:val="4"/>
        </w:numPr>
      </w:pPr>
      <w:r>
        <w:t>In this chapter, what do “fire” and “fire and roof” symbolize or represent?</w:t>
      </w:r>
    </w:p>
    <w:p w:rsidR="00753967" w:rsidRDefault="00753967" w:rsidP="008A6D38">
      <w:pPr>
        <w:pStyle w:val="ListParagraph"/>
      </w:pPr>
    </w:p>
    <w:p w:rsidR="00753967" w:rsidRDefault="00753967" w:rsidP="0002213A">
      <w:pPr>
        <w:pStyle w:val="ListParagraph"/>
        <w:numPr>
          <w:ilvl w:val="0"/>
          <w:numId w:val="4"/>
        </w:numPr>
      </w:pPr>
      <w:r>
        <w:t>In what ways is Buck still a wild, cunning dog?</w:t>
      </w:r>
    </w:p>
    <w:p w:rsidR="00753967" w:rsidRDefault="00753967" w:rsidP="0002213A">
      <w:pPr>
        <w:pStyle w:val="ListParagraph"/>
        <w:ind w:left="0"/>
      </w:pPr>
    </w:p>
    <w:p w:rsidR="00753967" w:rsidRDefault="00753967" w:rsidP="0002213A">
      <w:pPr>
        <w:pStyle w:val="ListParagraph"/>
        <w:numPr>
          <w:ilvl w:val="0"/>
          <w:numId w:val="4"/>
        </w:numPr>
      </w:pPr>
      <w:r>
        <w:t xml:space="preserve">When the narrator says, “Kill or be killed, eat or be eaten, was the law; and this mandate, down out of the depths of Time, he obeyed.” What law is </w:t>
      </w:r>
      <w:smartTag w:uri="urn:schemas-microsoft-com:office:smarttags" w:element="City">
        <w:r>
          <w:t>London</w:t>
        </w:r>
      </w:smartTag>
      <w:r>
        <w:t xml:space="preserve"> talking about?</w:t>
      </w:r>
    </w:p>
    <w:p w:rsidR="00753967" w:rsidRDefault="00753967" w:rsidP="008A6D38">
      <w:pPr>
        <w:pStyle w:val="ListParagraph"/>
      </w:pPr>
    </w:p>
    <w:p w:rsidR="00753967" w:rsidRDefault="00753967" w:rsidP="008A6D38">
      <w:pPr>
        <w:pStyle w:val="ListParagraph"/>
        <w:numPr>
          <w:ilvl w:val="0"/>
          <w:numId w:val="4"/>
        </w:numPr>
      </w:pPr>
      <w:r>
        <w:t xml:space="preserve"> In contrast to “fire” what does the author use to represent or symbolize the wild, primitive life?</w:t>
      </w:r>
    </w:p>
    <w:p w:rsidR="00753967" w:rsidRDefault="00753967" w:rsidP="008A6D38">
      <w:pPr>
        <w:pStyle w:val="ListParagraph"/>
      </w:pPr>
    </w:p>
    <w:p w:rsidR="00753967" w:rsidRDefault="00753967" w:rsidP="008A6D38">
      <w:pPr>
        <w:pStyle w:val="ListParagraph"/>
        <w:numPr>
          <w:ilvl w:val="0"/>
          <w:numId w:val="4"/>
        </w:numPr>
      </w:pPr>
      <w:r>
        <w:t>Buck, on occasions, answers the call of the wild but always returns.  Why?</w:t>
      </w:r>
    </w:p>
    <w:p w:rsidR="00753967" w:rsidRDefault="00753967" w:rsidP="008A6D38">
      <w:pPr>
        <w:pStyle w:val="ListParagraph"/>
      </w:pPr>
    </w:p>
    <w:p w:rsidR="00753967" w:rsidRDefault="00753967" w:rsidP="008A6D38">
      <w:pPr>
        <w:pStyle w:val="ListParagraph"/>
        <w:numPr>
          <w:ilvl w:val="0"/>
          <w:numId w:val="4"/>
        </w:numPr>
      </w:pPr>
      <w:r>
        <w:t xml:space="preserve">On what three occasions does Buck show his fierce devotion to </w:t>
      </w:r>
      <w:smartTag w:uri="urn:schemas-microsoft-com:office:smarttags" w:element="City">
        <w:r>
          <w:t>Thornton</w:t>
        </w:r>
      </w:smartTag>
      <w:r>
        <w:t>?</w:t>
      </w:r>
    </w:p>
    <w:p w:rsidR="00753967" w:rsidRDefault="00753967" w:rsidP="008A6D38">
      <w:pPr>
        <w:pStyle w:val="ListParagraph"/>
      </w:pPr>
    </w:p>
    <w:p w:rsidR="00753967" w:rsidRDefault="00753967" w:rsidP="008A6D38">
      <w:pPr>
        <w:pStyle w:val="ListParagraph"/>
        <w:numPr>
          <w:ilvl w:val="0"/>
          <w:numId w:val="4"/>
        </w:numPr>
      </w:pPr>
      <w:r>
        <w:t>Explain how the following sentence is a metaphor: “…another exploit…that put his name many notches higher on the totem-pole of Alaskan fame.”</w:t>
      </w:r>
    </w:p>
    <w:p w:rsidR="00753967" w:rsidRDefault="00753967" w:rsidP="008A6D38">
      <w:pPr>
        <w:pStyle w:val="ListParagraph"/>
      </w:pPr>
    </w:p>
    <w:p w:rsidR="00753967" w:rsidRDefault="00753967" w:rsidP="008A6D38">
      <w:pPr>
        <w:pStyle w:val="ListParagraph"/>
        <w:numPr>
          <w:ilvl w:val="0"/>
          <w:numId w:val="4"/>
        </w:numPr>
      </w:pPr>
      <w:r>
        <w:t>Since you have seen so many amazing deeds performed by Buck, is pulling one thousand pounds surprising?  Support your opinion.</w:t>
      </w:r>
    </w:p>
    <w:p w:rsidR="00753967" w:rsidRDefault="00753967" w:rsidP="008A6D38">
      <w:pPr>
        <w:pStyle w:val="ListParagraph"/>
      </w:pPr>
    </w:p>
    <w:p w:rsidR="00753967" w:rsidRDefault="00753967" w:rsidP="008A6D38">
      <w:pPr>
        <w:pStyle w:val="ListParagraph"/>
        <w:numPr>
          <w:ilvl w:val="0"/>
          <w:numId w:val="4"/>
        </w:numPr>
      </w:pPr>
      <w:r>
        <w:t>Find the irony in the last thing John says.</w:t>
      </w:r>
    </w:p>
    <w:p w:rsidR="00753967" w:rsidRDefault="00753967" w:rsidP="00D461B4">
      <w:pPr>
        <w:pStyle w:val="ListParagraph"/>
        <w:ind w:left="0"/>
      </w:pPr>
    </w:p>
    <w:p w:rsidR="00753967" w:rsidRDefault="00753967" w:rsidP="00D461B4">
      <w:pPr>
        <w:pStyle w:val="ListParagraph"/>
        <w:ind w:left="0"/>
      </w:pPr>
    </w:p>
    <w:p w:rsidR="00753967" w:rsidRDefault="00753967" w:rsidP="00D461B4">
      <w:pPr>
        <w:pStyle w:val="ListParagraph"/>
        <w:ind w:left="0"/>
      </w:pPr>
    </w:p>
    <w:p w:rsidR="00753967" w:rsidRDefault="00753967" w:rsidP="00D461B4">
      <w:pPr>
        <w:pStyle w:val="ListParagraph"/>
        <w:ind w:left="0"/>
      </w:pPr>
    </w:p>
    <w:p w:rsidR="00753967" w:rsidRDefault="00753967" w:rsidP="00D461B4">
      <w:pPr>
        <w:pStyle w:val="ListParagraph"/>
        <w:ind w:left="0"/>
      </w:pPr>
    </w:p>
    <w:p w:rsidR="00753967" w:rsidRDefault="00753967" w:rsidP="008A6D38">
      <w:r w:rsidRPr="005A1406">
        <w:rPr>
          <w:b/>
          <w:bCs/>
          <w:u w:val="single"/>
        </w:rPr>
        <w:t>Activities</w:t>
      </w:r>
      <w:r>
        <w:rPr>
          <w:b/>
          <w:bCs/>
          <w:u w:val="single"/>
        </w:rPr>
        <w:t xml:space="preserve">: </w:t>
      </w:r>
      <w:r>
        <w:t>Choose 2 activities to submit either on paper or electronically.</w:t>
      </w:r>
    </w:p>
    <w:p w:rsidR="00753967" w:rsidRDefault="00753967" w:rsidP="0002213A">
      <w:pPr>
        <w:pStyle w:val="ListParagraph"/>
        <w:numPr>
          <w:ilvl w:val="0"/>
          <w:numId w:val="3"/>
        </w:numPr>
      </w:pPr>
      <w:r>
        <w:t>List Buck’s similarities with John Thornton.</w:t>
      </w:r>
    </w:p>
    <w:p w:rsidR="00753967" w:rsidRDefault="00753967" w:rsidP="0002213A">
      <w:pPr>
        <w:pStyle w:val="ListParagraph"/>
        <w:numPr>
          <w:ilvl w:val="0"/>
          <w:numId w:val="3"/>
        </w:numPr>
      </w:pPr>
      <w:r>
        <w:t>Create a collage or photomontage of the pets you have owned or would like to own.  Be sure to include what qualities you have that make you or would make you a good pet owner.</w:t>
      </w:r>
    </w:p>
    <w:p w:rsidR="00753967" w:rsidRDefault="00753967" w:rsidP="0002213A">
      <w:pPr>
        <w:pStyle w:val="ListParagraph"/>
        <w:numPr>
          <w:ilvl w:val="0"/>
          <w:numId w:val="3"/>
        </w:numPr>
      </w:pPr>
      <w:r>
        <w:t>Using video clips from nature programs, create a montage representing the law of the wilderness.</w:t>
      </w:r>
    </w:p>
    <w:p w:rsidR="00753967" w:rsidRDefault="00753967" w:rsidP="0002213A">
      <w:pPr>
        <w:pStyle w:val="ListParagraph"/>
        <w:numPr>
          <w:ilvl w:val="0"/>
          <w:numId w:val="3"/>
        </w:numPr>
      </w:pPr>
      <w:r>
        <w:t xml:space="preserve">Describe how </w:t>
      </w:r>
      <w:smartTag w:uri="urn:schemas-microsoft-com:office:smarttags" w:element="City">
        <w:r>
          <w:t>Thornton</w:t>
        </w:r>
      </w:smartTag>
      <w:r>
        <w:t xml:space="preserve"> exploits Buck’s love for him and why Buck continues to perform seemingly impossible, yet unnecessary tasks for his master.</w:t>
      </w:r>
    </w:p>
    <w:p w:rsidR="00753967" w:rsidRDefault="00753967" w:rsidP="008A6D38"/>
    <w:p w:rsidR="00753967" w:rsidRDefault="00753967" w:rsidP="008A6D38"/>
    <w:p w:rsidR="00753967" w:rsidRDefault="00753967" w:rsidP="008A6D38"/>
    <w:p w:rsidR="00753967" w:rsidRDefault="00753967" w:rsidP="008A6D38"/>
    <w:p w:rsidR="00753967" w:rsidRDefault="00753967" w:rsidP="008A6D38"/>
    <w:p w:rsidR="00753967" w:rsidRDefault="00753967" w:rsidP="008A6D38"/>
    <w:p w:rsidR="00753967" w:rsidRDefault="00753967" w:rsidP="008A6D38"/>
    <w:p w:rsidR="00753967" w:rsidRDefault="00753967" w:rsidP="008A6D38"/>
    <w:p w:rsidR="00753967" w:rsidRDefault="00753967"/>
    <w:sectPr w:rsidR="00753967" w:rsidSect="00B717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85E18"/>
    <w:multiLevelType w:val="hybridMultilevel"/>
    <w:tmpl w:val="166C8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C24D9"/>
    <w:multiLevelType w:val="hybridMultilevel"/>
    <w:tmpl w:val="F2705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05E26"/>
    <w:multiLevelType w:val="hybridMultilevel"/>
    <w:tmpl w:val="EA4CE4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280C8F"/>
    <w:multiLevelType w:val="hybridMultilevel"/>
    <w:tmpl w:val="67628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D38"/>
    <w:rsid w:val="0002213A"/>
    <w:rsid w:val="00030C94"/>
    <w:rsid w:val="00291E9E"/>
    <w:rsid w:val="002F0B82"/>
    <w:rsid w:val="004B3D3C"/>
    <w:rsid w:val="004E2A07"/>
    <w:rsid w:val="005A1406"/>
    <w:rsid w:val="0068482B"/>
    <w:rsid w:val="00753967"/>
    <w:rsid w:val="008A6D38"/>
    <w:rsid w:val="00926CCC"/>
    <w:rsid w:val="00A44AB0"/>
    <w:rsid w:val="00AC6E8E"/>
    <w:rsid w:val="00B66B71"/>
    <w:rsid w:val="00B7179D"/>
    <w:rsid w:val="00C20808"/>
    <w:rsid w:val="00D461B4"/>
    <w:rsid w:val="00F8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D3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A6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277</Words>
  <Characters>1582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5:  The Toil of Trace and Trail</dc:title>
  <dc:subject/>
  <dc:creator> </dc:creator>
  <cp:keywords/>
  <dc:description/>
  <cp:lastModifiedBy>AlthofB</cp:lastModifiedBy>
  <cp:revision>2</cp:revision>
  <dcterms:created xsi:type="dcterms:W3CDTF">2008-04-11T18:33:00Z</dcterms:created>
  <dcterms:modified xsi:type="dcterms:W3CDTF">2008-04-11T18:33:00Z</dcterms:modified>
</cp:coreProperties>
</file>